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083F2B">
        <w:rPr>
          <w:b/>
        </w:rPr>
        <w:t>„</w:t>
      </w:r>
      <w:bookmarkEnd w:id="0"/>
      <w:r w:rsidR="00632C3E" w:rsidRPr="00632C3E">
        <w:rPr>
          <w:rFonts w:ascii="Verdana" w:eastAsia="Times New Roman" w:hAnsi="Verdana" w:cs="Times New Roman"/>
          <w:b/>
          <w:lang w:eastAsia="cs-CZ"/>
        </w:rPr>
        <w:t>Nákup měřicích přístrojů do pojízdné měřící laboratoře SEE Praha</w:t>
      </w:r>
      <w:bookmarkStart w:id="1" w:name="_GoBack"/>
      <w:bookmarkEnd w:id="1"/>
      <w:r w:rsidR="00083F2B" w:rsidRPr="00906B4E">
        <w:rPr>
          <w:rFonts w:ascii="Verdana" w:eastAsia="Times New Roman" w:hAnsi="Verdana" w:cs="Times New Roman"/>
          <w:b/>
          <w:lang w:eastAsia="cs-CZ"/>
        </w:rPr>
        <w:t>“</w:t>
      </w:r>
      <w:r w:rsidR="00083F2B" w:rsidRPr="00906B4E">
        <w:rPr>
          <w:rFonts w:ascii="Verdana" w:eastAsia="Times New Roman" w:hAnsi="Verdana" w:cs="Times New Roman"/>
          <w:lang w:eastAsia="cs-CZ"/>
        </w:rPr>
        <w:t>,</w:t>
      </w:r>
      <w:r w:rsidRPr="00906B4E">
        <w:t xml:space="preserve"> </w:t>
      </w:r>
      <w:proofErr w:type="gramStart"/>
      <w:r w:rsidRPr="00906B4E">
        <w:t>č.j.</w:t>
      </w:r>
      <w:proofErr w:type="gramEnd"/>
      <w:r w:rsidRPr="00906B4E">
        <w:t xml:space="preserve"> </w:t>
      </w:r>
      <w:r w:rsidR="009366EE" w:rsidRPr="00906B4E">
        <w:t>2</w:t>
      </w:r>
      <w:r w:rsidR="00906B4E" w:rsidRPr="00906B4E">
        <w:t>3631</w:t>
      </w:r>
      <w:r w:rsidRPr="00906B4E">
        <w:t>/</w:t>
      </w:r>
      <w:r w:rsidRPr="009366EE">
        <w:t>20</w:t>
      </w:r>
      <w:r w:rsidR="003B0398" w:rsidRPr="009366EE">
        <w:t>20</w:t>
      </w:r>
      <w:r w:rsidRPr="009366EE">
        <w:t>-</w:t>
      </w:r>
      <w:r w:rsidRPr="00083F2B">
        <w:t xml:space="preserve">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19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1B330" wp14:editId="3C743E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FD7A6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972B8" wp14:editId="63D2E4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8A591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19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19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36F613" wp14:editId="068B3AC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28561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5AB225" wp14:editId="007104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B4DF0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83F2B"/>
    <w:rsid w:val="000E23A7"/>
    <w:rsid w:val="0010693F"/>
    <w:rsid w:val="00114472"/>
    <w:rsid w:val="001550BC"/>
    <w:rsid w:val="001605B9"/>
    <w:rsid w:val="00170EC5"/>
    <w:rsid w:val="001747C1"/>
    <w:rsid w:val="00184743"/>
    <w:rsid w:val="001E1956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2C3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06B4E"/>
    <w:rsid w:val="00922385"/>
    <w:rsid w:val="009223DF"/>
    <w:rsid w:val="00923DE9"/>
    <w:rsid w:val="00936091"/>
    <w:rsid w:val="009366EE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718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821E1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microsoft.com/sharepoint/v3/field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7595A0-A64A-4BA1-A59B-1CAFBC59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2020-06-12T11:28:00Z</cp:lastPrinted>
  <dcterms:created xsi:type="dcterms:W3CDTF">2020-06-12T09:31:00Z</dcterms:created>
  <dcterms:modified xsi:type="dcterms:W3CDTF">2020-06-12T11:36:00Z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